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AEE8A" w14:textId="77777777" w:rsidR="008F5F1E" w:rsidRPr="00256FA5" w:rsidRDefault="00B07738" w:rsidP="00652D57">
      <w:pPr>
        <w:tabs>
          <w:tab w:val="left" w:pos="946"/>
          <w:tab w:val="left" w:pos="5891"/>
          <w:tab w:val="left" w:pos="8016"/>
        </w:tabs>
        <w:spacing w:before="98"/>
        <w:ind w:left="586"/>
        <w:rPr>
          <w:i/>
          <w:sz w:val="20"/>
        </w:rPr>
      </w:pPr>
      <w:bookmarkStart w:id="0" w:name="_GoBack"/>
      <w:bookmarkEnd w:id="0"/>
      <w:r>
        <w:rPr>
          <w:sz w:val="20"/>
          <w:lang w:val="it-IT"/>
        </w:rPr>
        <w:tab/>
      </w:r>
      <w:r>
        <w:rPr>
          <w:sz w:val="20"/>
          <w:lang w:val="it-IT"/>
        </w:rPr>
        <w:tab/>
      </w:r>
      <w:r>
        <w:rPr>
          <w:sz w:val="20"/>
          <w:vertAlign w:val="superscript"/>
          <w:lang w:val="it-IT"/>
        </w:rPr>
        <w:t xml:space="preserve">In </w:t>
      </w:r>
      <w:r>
        <w:rPr>
          <w:color w:val="000000" w:themeColor="text1"/>
          <w:sz w:val="20"/>
          <w:vertAlign w:val="superscript"/>
          <w:lang w:val="it-IT"/>
        </w:rPr>
        <w:t xml:space="preserve">base all’articolo 39, comma 2, lettera </w:t>
      </w:r>
      <w:r>
        <w:rPr>
          <w:sz w:val="20"/>
          <w:vertAlign w:val="superscript"/>
          <w:lang w:val="it-IT"/>
        </w:rPr>
        <w:t xml:space="preserve">d) del Codice di procedura penale ungherese </w:t>
      </w:r>
      <w:r>
        <w:rPr>
          <w:sz w:val="10"/>
          <w:vertAlign w:val="superscript"/>
          <w:lang w:val="it-IT"/>
        </w:rPr>
        <w:t>.</w:t>
      </w:r>
      <w:r>
        <w:rPr>
          <w:sz w:val="10"/>
          <w:lang w:val="it-IT"/>
        </w:rPr>
        <w:tab/>
      </w:r>
      <w:r>
        <w:rPr>
          <w:i/>
          <w:iCs/>
          <w:sz w:val="20"/>
          <w:lang w:val="it-IT"/>
        </w:rPr>
        <w:t>Registrato il: ………. - …….. - ……..</w:t>
      </w:r>
    </w:p>
    <w:p w14:paraId="508E20AA" w14:textId="77777777" w:rsidR="008F5F1E" w:rsidRPr="00256FA5" w:rsidRDefault="00004F3A" w:rsidP="00652D57">
      <w:pPr>
        <w:spacing w:before="97"/>
        <w:ind w:left="5183"/>
        <w:rPr>
          <w:sz w:val="13"/>
        </w:rPr>
      </w:pPr>
      <w:bookmarkStart w:id="1" w:name="Rendelkezési_jogkör_gyakorlójának_engedé"/>
      <w:bookmarkEnd w:id="1"/>
      <w:r>
        <w:rPr>
          <w:sz w:val="13"/>
          <w:lang w:val="it-IT"/>
        </w:rPr>
        <w:t>Con il permesso del titolare del potere di disposizione</w:t>
      </w:r>
    </w:p>
    <w:p w14:paraId="7787EF66" w14:textId="77777777" w:rsidR="008F5F1E" w:rsidRPr="00256FA5" w:rsidRDefault="008F5F1E" w:rsidP="00652D57">
      <w:pPr>
        <w:rPr>
          <w:sz w:val="13"/>
        </w:rPr>
        <w:sectPr w:rsidR="008F5F1E" w:rsidRPr="00256FA5" w:rsidSect="0076594C">
          <w:type w:val="continuous"/>
          <w:pgSz w:w="11910" w:h="16840"/>
          <w:pgMar w:top="18" w:right="340" w:bottom="142" w:left="340" w:header="708" w:footer="708" w:gutter="0"/>
          <w:cols w:space="708"/>
        </w:sectPr>
      </w:pPr>
    </w:p>
    <w:p w14:paraId="34F80D7F" w14:textId="77777777" w:rsidR="008F5F1E" w:rsidRPr="00256FA5" w:rsidRDefault="00004F3A" w:rsidP="0076594C">
      <w:pPr>
        <w:pStyle w:val="Cmsor1"/>
        <w:spacing w:before="225"/>
        <w:ind w:left="4211" w:hanging="667"/>
      </w:pPr>
      <w:bookmarkStart w:id="2" w:name="N_Y_I_L_A_T_K_O_Z_A_T"/>
      <w:bookmarkEnd w:id="2"/>
      <w:r>
        <w:rPr>
          <w:lang w:val="it-IT"/>
        </w:rPr>
        <w:lastRenderedPageBreak/>
        <w:t>D I C H I A R A Z I O N E</w:t>
      </w:r>
    </w:p>
    <w:p w14:paraId="2B2A9B47" w14:textId="77777777" w:rsidR="008F5F1E" w:rsidRPr="00256FA5" w:rsidRDefault="00004F3A">
      <w:pPr>
        <w:pStyle w:val="Szvegtrzs"/>
        <w:spacing w:line="221" w:lineRule="exact"/>
        <w:ind w:left="964"/>
      </w:pPr>
      <w:r>
        <w:rPr>
          <w:lang w:val="it-IT"/>
        </w:rPr>
        <w:br w:type="column"/>
      </w:r>
      <w:r>
        <w:rPr>
          <w:lang w:val="it-IT"/>
        </w:rPr>
        <w:lastRenderedPageBreak/>
        <w:t>…………………………………..</w:t>
      </w:r>
    </w:p>
    <w:p w14:paraId="1C93B9FA" w14:textId="77777777" w:rsidR="008F5F1E" w:rsidRPr="00256FA5" w:rsidRDefault="008F5F1E">
      <w:pPr>
        <w:spacing w:line="221" w:lineRule="exact"/>
        <w:sectPr w:rsidR="008F5F1E" w:rsidRPr="00256FA5">
          <w:type w:val="continuous"/>
          <w:pgSz w:w="11910" w:h="16840"/>
          <w:pgMar w:top="160" w:right="340" w:bottom="280" w:left="340" w:header="708" w:footer="708" w:gutter="0"/>
          <w:cols w:num="2" w:space="708" w:equalWidth="0">
            <w:col w:w="7013" w:space="40"/>
            <w:col w:w="4177"/>
          </w:cols>
        </w:sectPr>
      </w:pPr>
    </w:p>
    <w:p w14:paraId="6A5274B9" w14:textId="77777777" w:rsidR="008F5F1E" w:rsidRPr="00256FA5" w:rsidRDefault="00004F3A">
      <w:pPr>
        <w:tabs>
          <w:tab w:val="left" w:pos="9715"/>
        </w:tabs>
        <w:spacing w:line="113" w:lineRule="exact"/>
        <w:ind w:left="6599"/>
        <w:rPr>
          <w:rFonts w:ascii="Wingdings" w:hAnsi="Wingdings"/>
          <w:sz w:val="10"/>
        </w:rPr>
      </w:pPr>
      <w:r>
        <w:rPr>
          <w:rFonts w:ascii="Wingdings" w:hAnsi="Wingdings"/>
          <w:sz w:val="10"/>
          <w:lang w:val="it-IT"/>
        </w:rPr>
        <w:lastRenderedPageBreak/>
        <w:t></w:t>
      </w:r>
      <w:r>
        <w:rPr>
          <w:sz w:val="10"/>
          <w:lang w:val="it-IT"/>
        </w:rPr>
        <w:t xml:space="preserve"> Nome del detenuto </w:t>
      </w:r>
      <w:r>
        <w:rPr>
          <w:rFonts w:ascii="Wingdings" w:hAnsi="Wingdings"/>
          <w:sz w:val="10"/>
          <w:lang w:val="it-IT"/>
        </w:rPr>
        <w:t></w:t>
      </w:r>
      <w:r>
        <w:rPr>
          <w:rFonts w:ascii="Wingdings" w:hAnsi="Wingdings"/>
          <w:sz w:val="10"/>
          <w:lang w:val="it-IT"/>
        </w:rPr>
        <w:tab/>
      </w:r>
      <w:r>
        <w:rPr>
          <w:rFonts w:ascii="Wingdings" w:hAnsi="Wingdings"/>
          <w:sz w:val="10"/>
          <w:lang w:val="it-IT"/>
        </w:rPr>
        <w:t></w:t>
      </w:r>
      <w:r>
        <w:rPr>
          <w:sz w:val="10"/>
          <w:lang w:val="it-IT"/>
        </w:rPr>
        <w:t xml:space="preserve"> Data di nascita </w:t>
      </w:r>
      <w:r>
        <w:rPr>
          <w:rFonts w:ascii="Wingdings" w:hAnsi="Wingdings"/>
          <w:sz w:val="10"/>
          <w:lang w:val="it-IT"/>
        </w:rPr>
        <w:t></w:t>
      </w:r>
    </w:p>
    <w:p w14:paraId="7854D34A" w14:textId="7E46B797" w:rsidR="008F5F1E" w:rsidRPr="00256FA5" w:rsidRDefault="00004F3A" w:rsidP="00652D57">
      <w:pPr>
        <w:pStyle w:val="Szvegtrzs"/>
        <w:tabs>
          <w:tab w:val="left" w:leader="dot" w:pos="10930"/>
        </w:tabs>
        <w:ind w:left="227"/>
      </w:pPr>
      <w:r>
        <w:rPr>
          <w:lang w:val="it-IT"/>
        </w:rPr>
        <w:t xml:space="preserve">Il/La sottoscritto/a, in qualità di persona di contatto del/la </w:t>
      </w:r>
      <w:r>
        <w:rPr>
          <w:b/>
          <w:bCs/>
          <w:sz w:val="24"/>
          <w:u w:val="thick"/>
          <w:lang w:val="it-IT"/>
        </w:rPr>
        <w:t>detenuto/a</w:t>
      </w:r>
      <w:r>
        <w:rPr>
          <w:lang w:val="it-IT"/>
        </w:rPr>
        <w:t>:* ………………………………………….. -*…………...….,</w:t>
      </w:r>
    </w:p>
    <w:p w14:paraId="693AC846" w14:textId="77777777" w:rsidR="008F5F1E" w:rsidRPr="00256FA5" w:rsidRDefault="00004F3A" w:rsidP="0076594C">
      <w:pPr>
        <w:pStyle w:val="Szvegtrzs"/>
        <w:ind w:left="227"/>
        <w:jc w:val="both"/>
        <w:rPr>
          <w:spacing w:val="-4"/>
        </w:rPr>
      </w:pPr>
      <w:r>
        <w:rPr>
          <w:lang w:val="it-IT"/>
        </w:rPr>
        <w:t xml:space="preserve">prende atto che l’istituto penitenziario tratta i propri dati personali di seguito specificati per la durata della detenzione della persona indicata. </w:t>
      </w:r>
    </w:p>
    <w:tbl>
      <w:tblPr>
        <w:tblStyle w:val="Rcsostblzat"/>
        <w:tblW w:w="11396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1396"/>
      </w:tblGrid>
      <w:tr w:rsidR="00256FA5" w:rsidRPr="00256FA5" w14:paraId="0E57ED65" w14:textId="77777777" w:rsidTr="00652D57">
        <w:trPr>
          <w:trHeight w:val="4108"/>
        </w:trPr>
        <w:tc>
          <w:tcPr>
            <w:tcW w:w="0" w:type="auto"/>
          </w:tcPr>
          <w:p w14:paraId="0F221227" w14:textId="77777777" w:rsidR="00652D57" w:rsidRDefault="007C5F72" w:rsidP="00D435C2">
            <w:pPr>
              <w:tabs>
                <w:tab w:val="left" w:pos="4500"/>
              </w:tabs>
              <w:spacing w:line="227" w:lineRule="exact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it-IT"/>
              </w:rPr>
              <w:t>Dati della persona di contatto:</w:t>
            </w:r>
          </w:p>
          <w:p w14:paraId="291F2B26" w14:textId="77777777" w:rsidR="007C5F72" w:rsidRPr="00256FA5" w:rsidRDefault="00D435C2" w:rsidP="00D435C2">
            <w:pPr>
              <w:tabs>
                <w:tab w:val="left" w:pos="4500"/>
              </w:tabs>
              <w:spacing w:line="227" w:lineRule="exact"/>
              <w:rPr>
                <w:b/>
                <w:sz w:val="20"/>
              </w:rPr>
            </w:pPr>
            <w:r>
              <w:rPr>
                <w:b/>
                <w:bCs/>
                <w:lang w:val="it-IT"/>
              </w:rPr>
              <w:tab/>
            </w:r>
          </w:p>
          <w:p w14:paraId="2BC72780" w14:textId="5DB7E40E" w:rsidR="00652D57" w:rsidRDefault="00383D74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  <w:lang w:val="it-IT"/>
              </w:rPr>
              <w:t>*Nome completo: ……………………………………………………………………………………</w:t>
            </w:r>
            <w:r w:rsidR="0076594C">
              <w:rPr>
                <w:sz w:val="20"/>
                <w:lang w:val="it-IT"/>
              </w:rPr>
              <w:t>…</w:t>
            </w:r>
            <w:r>
              <w:rPr>
                <w:sz w:val="20"/>
                <w:lang w:val="it-IT"/>
              </w:rPr>
              <w:t>……………………..……………….</w:t>
            </w:r>
          </w:p>
          <w:p w14:paraId="1243130C" w14:textId="72B4CA72" w:rsidR="007C5F72" w:rsidRPr="00256FA5" w:rsidRDefault="008D6A25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  <w:lang w:val="it-IT"/>
              </w:rPr>
              <w:t>*Luogo e data di nascita: ……………………………………</w:t>
            </w:r>
            <w:r w:rsidR="0076594C">
              <w:rPr>
                <w:sz w:val="20"/>
                <w:lang w:val="it-IT"/>
              </w:rPr>
              <w:t>.</w:t>
            </w:r>
            <w:r>
              <w:rPr>
                <w:sz w:val="20"/>
                <w:lang w:val="it-IT"/>
              </w:rPr>
              <w:t>…… Cognome e nome della madre: …………………………………………</w:t>
            </w:r>
          </w:p>
          <w:p w14:paraId="323E7A05" w14:textId="00F6C34D" w:rsidR="007C5F72" w:rsidRPr="00256FA5" w:rsidRDefault="00383D74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  <w:lang w:val="it-IT"/>
              </w:rPr>
              <w:t>* Residenza oppure domicilio ufficiale: ……… - ..……………</w:t>
            </w:r>
            <w:r w:rsidR="0076594C">
              <w:rPr>
                <w:sz w:val="20"/>
                <w:lang w:val="it-IT"/>
              </w:rPr>
              <w:t>…</w:t>
            </w:r>
            <w:r>
              <w:rPr>
                <w:sz w:val="20"/>
                <w:lang w:val="it-IT"/>
              </w:rPr>
              <w:t>……………..-……..…………………………………………...-…….….</w:t>
            </w:r>
          </w:p>
          <w:p w14:paraId="21DBD04F" w14:textId="197C93C6" w:rsidR="007C5F72" w:rsidRPr="00256FA5" w:rsidRDefault="007C5F72" w:rsidP="007C5F72">
            <w:pPr>
              <w:tabs>
                <w:tab w:val="left" w:pos="7060"/>
                <w:tab w:val="right" w:pos="9700"/>
              </w:tabs>
              <w:spacing w:line="36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it-IT"/>
              </w:rPr>
              <w:t xml:space="preserve">↓ Se non rivela l'indirizzo al/la detenuto/a </w:t>
            </w:r>
            <w:r w:rsidR="0076594C" w:rsidRPr="00256FA5">
              <w:rPr>
                <w:sz w:val="12"/>
                <w:szCs w:val="12"/>
              </w:rPr>
              <w:t xml:space="preserve">↓           </w:t>
            </w:r>
            <w:r>
              <w:rPr>
                <w:sz w:val="12"/>
                <w:szCs w:val="12"/>
                <w:lang w:val="it-IT"/>
              </w:rPr>
              <w:t>codice di avviamento postale</w:t>
            </w:r>
            <w:r w:rsidR="0076594C" w:rsidRPr="00256FA5">
              <w:rPr>
                <w:sz w:val="12"/>
                <w:szCs w:val="12"/>
              </w:rPr>
              <w:t xml:space="preserve">  </w:t>
            </w:r>
            <w:r w:rsidR="0076594C" w:rsidRPr="00256FA5">
              <w:rPr>
                <w:b/>
                <w:sz w:val="12"/>
                <w:szCs w:val="12"/>
              </w:rPr>
              <w:t>-</w:t>
            </w:r>
            <w:r w:rsidR="0076594C" w:rsidRPr="00256FA5">
              <w:rPr>
                <w:sz w:val="12"/>
                <w:szCs w:val="12"/>
              </w:rPr>
              <w:t xml:space="preserve">    </w:t>
            </w:r>
            <w:r>
              <w:rPr>
                <w:sz w:val="12"/>
                <w:szCs w:val="12"/>
                <w:lang w:val="it-IT"/>
              </w:rPr>
              <w:t>città</w:t>
            </w:r>
            <w:r w:rsidR="0076594C" w:rsidRPr="00256FA5">
              <w:rPr>
                <w:sz w:val="12"/>
                <w:szCs w:val="12"/>
              </w:rPr>
              <w:t xml:space="preserve">                                               </w:t>
            </w:r>
            <w:r w:rsidR="0076594C" w:rsidRPr="00256FA5">
              <w:rPr>
                <w:b/>
                <w:sz w:val="12"/>
                <w:szCs w:val="12"/>
              </w:rPr>
              <w:t>-</w:t>
            </w:r>
            <w:r w:rsidR="0076594C" w:rsidRPr="00256FA5">
              <w:rPr>
                <w:sz w:val="12"/>
                <w:szCs w:val="12"/>
              </w:rPr>
              <w:t xml:space="preserve">      </w:t>
            </w:r>
            <w:r w:rsidR="0076594C">
              <w:rPr>
                <w:sz w:val="12"/>
                <w:szCs w:val="12"/>
              </w:rPr>
              <w:t>……</w:t>
            </w:r>
            <w:r w:rsidR="0076594C" w:rsidRPr="00256FA5">
              <w:rPr>
                <w:sz w:val="12"/>
                <w:szCs w:val="12"/>
              </w:rPr>
              <w:t xml:space="preserve">          </w:t>
            </w:r>
            <w:r>
              <w:rPr>
                <w:sz w:val="12"/>
                <w:szCs w:val="12"/>
                <w:lang w:val="it-IT"/>
              </w:rPr>
              <w:t>nome della via/nome dell'area pubblica</w:t>
            </w:r>
            <w:r w:rsidR="0076594C" w:rsidRPr="00256FA5">
              <w:rPr>
                <w:sz w:val="12"/>
                <w:szCs w:val="12"/>
              </w:rPr>
              <w:t xml:space="preserve">                                                            </w:t>
            </w:r>
            <w:r>
              <w:rPr>
                <w:sz w:val="12"/>
                <w:szCs w:val="12"/>
                <w:lang w:val="it-IT"/>
              </w:rPr>
              <w:t xml:space="preserve">- </w:t>
            </w:r>
            <w:r w:rsidR="0076594C" w:rsidRPr="00256FA5">
              <w:rPr>
                <w:sz w:val="12"/>
                <w:szCs w:val="12"/>
              </w:rPr>
              <w:t xml:space="preserve">      </w:t>
            </w:r>
            <w:r>
              <w:rPr>
                <w:sz w:val="12"/>
                <w:szCs w:val="12"/>
                <w:lang w:val="it-IT"/>
              </w:rPr>
              <w:t>numero civico</w:t>
            </w:r>
          </w:p>
          <w:p w14:paraId="08D32CE9" w14:textId="536AE75D" w:rsidR="007C5F72" w:rsidRPr="00256FA5" w:rsidRDefault="007C5F72" w:rsidP="007C5F72">
            <w:pPr>
              <w:tabs>
                <w:tab w:val="left" w:pos="3358"/>
              </w:tabs>
              <w:spacing w:line="360" w:lineRule="auto"/>
              <w:rPr>
                <w:sz w:val="20"/>
              </w:rPr>
            </w:pPr>
            <w:r>
              <w:rPr>
                <w:sz w:val="20"/>
                <w:lang w:val="it-IT"/>
              </w:rPr>
              <w:t>Ufficio, sede legale o indirizzo postale:</w:t>
            </w:r>
            <w:r>
              <w:rPr>
                <w:sz w:val="20"/>
                <w:lang w:val="it-IT"/>
              </w:rPr>
              <w:tab/>
              <w:t>..……..  - ……………………….…...- …………………………</w:t>
            </w:r>
            <w:r w:rsidR="0076594C">
              <w:rPr>
                <w:sz w:val="20"/>
                <w:lang w:val="it-IT"/>
              </w:rPr>
              <w:t>…</w:t>
            </w:r>
            <w:r>
              <w:rPr>
                <w:sz w:val="20"/>
                <w:lang w:val="it-IT"/>
              </w:rPr>
              <w:t>……………………- ………..</w:t>
            </w:r>
          </w:p>
          <w:p w14:paraId="286EA1B1" w14:textId="77777777" w:rsidR="007C5F72" w:rsidRPr="00256FA5" w:rsidRDefault="007C5F72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  <w:lang w:val="it-IT"/>
              </w:rPr>
              <w:t>Numero di telefono fisso:…………………………………………………Cellulare:…………………………………………………</w:t>
            </w:r>
          </w:p>
          <w:p w14:paraId="373DBBDF" w14:textId="4F61434C" w:rsidR="007C5F72" w:rsidRPr="00FB55C3" w:rsidRDefault="006C7671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  <w:lang w:val="it-IT"/>
              </w:rPr>
              <w:t>#Indirizzo di posta elettronica (per il contatto elettronico):……………………………………………………………………………………</w:t>
            </w:r>
          </w:p>
          <w:p w14:paraId="51671AAF" w14:textId="352443A1" w:rsidR="00652D57" w:rsidRDefault="00383D74" w:rsidP="00EB5B27">
            <w:pPr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it-IT"/>
              </w:rPr>
              <w:t>*Qualità del contatto</w:t>
            </w:r>
            <w:r>
              <w:rPr>
                <w:sz w:val="20"/>
                <w:lang w:val="it-IT"/>
              </w:rPr>
              <w:t xml:space="preserve"> (ad es. </w:t>
            </w:r>
            <w:r>
              <w:rPr>
                <w:sz w:val="16"/>
                <w:lang w:val="it-IT"/>
              </w:rPr>
              <w:t xml:space="preserve">fratellastro/sorellastra, cugino/a, padrino/madrina, figlioccio/a, convivente, figlio/a acquisito/a, amico/a, </w:t>
            </w:r>
            <w:r>
              <w:rPr>
                <w:b/>
                <w:bCs/>
                <w:sz w:val="16"/>
                <w:u w:val="single"/>
                <w:lang w:val="it-IT"/>
              </w:rPr>
              <w:t>ecc</w:t>
            </w:r>
            <w:r>
              <w:rPr>
                <w:sz w:val="16"/>
                <w:lang w:val="it-IT"/>
              </w:rPr>
              <w:t xml:space="preserve">. </w:t>
            </w:r>
            <w:r>
              <w:rPr>
                <w:b/>
                <w:bCs/>
                <w:sz w:val="16"/>
                <w:lang w:val="it-IT"/>
              </w:rPr>
              <w:t>---&gt;</w:t>
            </w:r>
            <w:r>
              <w:rPr>
                <w:sz w:val="20"/>
                <w:lang w:val="it-IT"/>
              </w:rPr>
              <w:t>.): ……………….</w:t>
            </w:r>
          </w:p>
          <w:p w14:paraId="7B779346" w14:textId="77777777" w:rsidR="007C5F72" w:rsidRPr="00256FA5" w:rsidRDefault="007C5F72" w:rsidP="00B63155">
            <w:pPr>
              <w:ind w:left="103" w:right="30" w:hanging="11"/>
              <w:jc w:val="center"/>
              <w:rPr>
                <w:sz w:val="18"/>
              </w:rPr>
            </w:pPr>
            <w:r>
              <w:rPr>
                <w:sz w:val="18"/>
                <w:lang w:val="it-IT"/>
              </w:rPr>
              <w:t>Dichiara di essere stato/a informato/a del fatto relativo al trattamento dei propri dati, in particolare della finalità e base giuridica del trattamento dei dati, del titolare del trattamento e del responsabile del trattamento, della durata del trattamento dei dati e di chi può avere accesso ai dati.</w:t>
            </w:r>
          </w:p>
          <w:p w14:paraId="3559CD41" w14:textId="77777777" w:rsidR="007C5F72" w:rsidRDefault="007C5F72" w:rsidP="00B63155">
            <w:pPr>
              <w:ind w:left="221" w:right="169"/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bCs/>
                <w:sz w:val="20"/>
                <w:u w:val="single"/>
                <w:lang w:val="it-IT"/>
              </w:rPr>
              <w:t>Dichiara sotto la propria responsabilità penale che i dati indicati sono veritieri.</w:t>
            </w:r>
          </w:p>
          <w:p w14:paraId="512414F3" w14:textId="77777777" w:rsidR="00652D57" w:rsidRPr="00652D57" w:rsidRDefault="00652D57" w:rsidP="00B63155">
            <w:pPr>
              <w:ind w:left="221" w:right="169"/>
              <w:jc w:val="center"/>
              <w:rPr>
                <w:b/>
                <w:sz w:val="12"/>
              </w:rPr>
            </w:pPr>
          </w:p>
          <w:p w14:paraId="70447C0D" w14:textId="77777777" w:rsidR="007C5F72" w:rsidRPr="00256FA5" w:rsidRDefault="006C7671" w:rsidP="00B63155">
            <w:pPr>
              <w:tabs>
                <w:tab w:val="left" w:pos="6121"/>
              </w:tabs>
              <w:ind w:right="169"/>
              <w:jc w:val="center"/>
              <w:rPr>
                <w:sz w:val="20"/>
              </w:rPr>
            </w:pPr>
            <w:r>
              <w:rPr>
                <w:sz w:val="20"/>
                <w:lang w:val="it-IT"/>
              </w:rPr>
              <w:t>*…………………………, il giorno …….. del mese ……………. dell’anno ……..</w:t>
            </w:r>
          </w:p>
        </w:tc>
      </w:tr>
      <w:tr w:rsidR="00256FA5" w:rsidRPr="00256FA5" w14:paraId="00EA78AD" w14:textId="77777777" w:rsidTr="00652D57">
        <w:trPr>
          <w:trHeight w:val="802"/>
        </w:trPr>
        <w:tc>
          <w:tcPr>
            <w:tcW w:w="0" w:type="auto"/>
            <w:vAlign w:val="center"/>
          </w:tcPr>
          <w:p w14:paraId="5E3AFA1B" w14:textId="77777777" w:rsidR="007C5F72" w:rsidRPr="00256FA5" w:rsidRDefault="007C5F72" w:rsidP="00B63155">
            <w:pPr>
              <w:tabs>
                <w:tab w:val="center" w:pos="5670"/>
                <w:tab w:val="left" w:pos="6121"/>
              </w:tabs>
              <w:ind w:right="169"/>
              <w:jc w:val="right"/>
              <w:rPr>
                <w:sz w:val="20"/>
              </w:rPr>
            </w:pPr>
            <w:r>
              <w:rPr>
                <w:sz w:val="20"/>
                <w:lang w:val="it-IT"/>
              </w:rPr>
              <w:t>…………………………………………………..</w:t>
            </w:r>
          </w:p>
          <w:p w14:paraId="1799C36A" w14:textId="77777777" w:rsidR="007C5F72" w:rsidRPr="00256FA5" w:rsidRDefault="007C5F72" w:rsidP="00B63155">
            <w:pPr>
              <w:tabs>
                <w:tab w:val="center" w:pos="5670"/>
              </w:tabs>
              <w:jc w:val="center"/>
              <w:rPr>
                <w:sz w:val="22"/>
              </w:rPr>
            </w:pPr>
            <w:bookmarkStart w:id="3" w:name="Kapcsolattartó_/_Törvényes_képviselő_alá"/>
            <w:bookmarkEnd w:id="3"/>
            <w:r>
              <w:rPr>
                <w:b/>
                <w:bCs/>
                <w:sz w:val="20"/>
                <w:lang w:val="it-IT"/>
              </w:rPr>
              <w:t xml:space="preserve">                                                                                                                   * Firma della persona di contatto / del rappresentante legale</w:t>
            </w:r>
          </w:p>
        </w:tc>
      </w:tr>
    </w:tbl>
    <w:p w14:paraId="3E243D0B" w14:textId="77777777" w:rsidR="008F5F1E" w:rsidRPr="00256FA5" w:rsidRDefault="00652D57" w:rsidP="00652D57">
      <w:pPr>
        <w:ind w:left="743" w:right="748"/>
        <w:jc w:val="center"/>
        <w:rPr>
          <w:b/>
          <w:i/>
          <w:sz w:val="24"/>
        </w:rPr>
      </w:pPr>
      <w:r>
        <w:rPr>
          <w:b/>
          <w:bCs/>
          <w:i/>
          <w:iCs/>
          <w:sz w:val="24"/>
          <w:lang w:val="it-IT"/>
        </w:rPr>
        <w:t>Spettabile Ufficiale per il reinserimento, si prega di registrare la dichiarazione della persona di contatto restituita con il consenso del rilasciante.</w:t>
      </w:r>
    </w:p>
    <w:p w14:paraId="0F46B1AE" w14:textId="77777777" w:rsidR="008F5F1E" w:rsidRPr="00256FA5" w:rsidRDefault="00004F3A" w:rsidP="00652D57">
      <w:pPr>
        <w:tabs>
          <w:tab w:val="left" w:pos="4956"/>
        </w:tabs>
        <w:ind w:right="77"/>
        <w:jc w:val="center"/>
        <w:rPr>
          <w:b/>
          <w:i/>
          <w:sz w:val="24"/>
        </w:rPr>
      </w:pPr>
      <w:bookmarkStart w:id="4" w:name="…………….,_………._év_…….._hó_…….._nap__………………"/>
      <w:bookmarkEnd w:id="4"/>
      <w:r>
        <w:rPr>
          <w:b/>
          <w:bCs/>
          <w:i/>
          <w:iCs/>
          <w:sz w:val="24"/>
          <w:lang w:val="it-IT"/>
        </w:rPr>
        <w:t>…………………………, il giorno …….. del mese</w:t>
      </w:r>
      <w:r>
        <w:rPr>
          <w:b/>
          <w:bCs/>
          <w:i/>
          <w:iCs/>
          <w:sz w:val="24"/>
          <w:lang w:val="it-IT"/>
        </w:rPr>
        <w:tab/>
        <w:t>……………. dell’anno ….</w:t>
      </w:r>
    </w:p>
    <w:p w14:paraId="7ACBB635" w14:textId="59DECDF8" w:rsidR="008F5F1E" w:rsidRPr="00256FA5" w:rsidRDefault="00004F3A" w:rsidP="0076594C">
      <w:pPr>
        <w:ind w:left="5891" w:hanging="504"/>
        <w:rPr>
          <w:b/>
          <w:i/>
        </w:rPr>
      </w:pPr>
      <w:bookmarkStart w:id="5" w:name="Fogvatartott_aláírása_/_Nyilvántartási_s"/>
      <w:bookmarkEnd w:id="5"/>
      <w:r>
        <w:rPr>
          <w:b/>
          <w:bCs/>
          <w:i/>
          <w:iCs/>
          <w:sz w:val="24"/>
          <w:lang w:val="it-IT"/>
        </w:rPr>
        <w:t>Firma del/la detenuto/a / Numero di iscrizione al registro</w:t>
      </w:r>
      <w:r w:rsidR="006772B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B182CDB" wp14:editId="497DB542">
                <wp:simplePos x="0" y="0"/>
                <wp:positionH relativeFrom="page">
                  <wp:posOffset>341630</wp:posOffset>
                </wp:positionH>
                <wp:positionV relativeFrom="paragraph">
                  <wp:posOffset>177800</wp:posOffset>
                </wp:positionV>
                <wp:extent cx="6877685" cy="635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68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E59D7A" id="Rectangle 3" o:spid="_x0000_s1026" style="position:absolute;margin-left:26.9pt;margin-top:14pt;width:541.55pt;height: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bookmarkStart w:id="6" w:name="T_Á_J_É_K_O_Z_T_A_T_Ó"/>
      <w:bookmarkEnd w:id="6"/>
    </w:p>
    <w:p w14:paraId="7419F8FA" w14:textId="77777777" w:rsidR="008F5F1E" w:rsidRPr="00652D57" w:rsidRDefault="00004F3A">
      <w:pPr>
        <w:spacing w:before="98"/>
        <w:ind w:left="745" w:right="745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  <w:lang w:val="it-IT"/>
        </w:rPr>
        <w:t>INFORMATIVA</w:t>
      </w:r>
    </w:p>
    <w:p w14:paraId="2371740D" w14:textId="77777777" w:rsidR="008F5F1E" w:rsidRPr="00256FA5" w:rsidRDefault="00004F3A" w:rsidP="00652D57">
      <w:pPr>
        <w:pStyle w:val="Cmsor2"/>
        <w:spacing w:line="276" w:lineRule="auto"/>
        <w:ind w:left="741" w:right="746"/>
      </w:pPr>
      <w:bookmarkStart w:id="7" w:name="A_büntetés-végrehajtási_szervezet_adatke"/>
      <w:bookmarkEnd w:id="7"/>
      <w:r>
        <w:rPr>
          <w:lang w:val="it-IT"/>
        </w:rPr>
        <w:t>Sul trattamento dei dati personali nel sistema di trattamento dati dell'organizzazione penitenziaria</w:t>
      </w:r>
    </w:p>
    <w:p w14:paraId="410D3DD1" w14:textId="00284B80" w:rsidR="008F5F1E" w:rsidRPr="00256FA5" w:rsidRDefault="00004F3A" w:rsidP="0076594C">
      <w:pPr>
        <w:pStyle w:val="Szvegtrzs"/>
        <w:tabs>
          <w:tab w:val="left" w:pos="2350"/>
        </w:tabs>
        <w:spacing w:line="276" w:lineRule="auto"/>
      </w:pPr>
      <w:r>
        <w:rPr>
          <w:u w:val="single"/>
          <w:lang w:val="it-IT"/>
        </w:rPr>
        <w:t>Finalità del trattamento:</w:t>
      </w:r>
      <w:r>
        <w:rPr>
          <w:lang w:val="it-IT"/>
        </w:rPr>
        <w:tab/>
        <w:t>Preservare l'ordine e la sicurezza dell'esecuzione della pena, stabilire l'identità della persona di contatto.</w:t>
      </w:r>
    </w:p>
    <w:p w14:paraId="3409579D" w14:textId="77777777" w:rsidR="008F5F1E" w:rsidRPr="00256FA5" w:rsidRDefault="008F5F1E" w:rsidP="00652D57">
      <w:pPr>
        <w:pStyle w:val="Szvegtrzs"/>
        <w:spacing w:line="276" w:lineRule="auto"/>
        <w:ind w:left="0"/>
        <w:rPr>
          <w:sz w:val="16"/>
        </w:rPr>
      </w:pPr>
    </w:p>
    <w:p w14:paraId="6572EFF5" w14:textId="77777777" w:rsidR="00652D57" w:rsidRDefault="00004F3A" w:rsidP="00652D57">
      <w:pPr>
        <w:pStyle w:val="Szvegtrzs"/>
        <w:tabs>
          <w:tab w:val="left" w:pos="2350"/>
        </w:tabs>
        <w:spacing w:line="276" w:lineRule="auto"/>
        <w:ind w:left="2350" w:hanging="2124"/>
      </w:pPr>
      <w:r>
        <w:rPr>
          <w:u w:val="single"/>
          <w:lang w:val="it-IT"/>
        </w:rPr>
        <w:t>Dati trattati:</w:t>
      </w:r>
      <w:r>
        <w:rPr>
          <w:lang w:val="it-IT"/>
        </w:rPr>
        <w:tab/>
        <w:t xml:space="preserve">Cognome e nome, luogo e data di nascita, cognome e nome della madre, residenza o indirizzo postale, numero di telefono, qualità del contatto, luogo e data di nascita, </w:t>
      </w:r>
    </w:p>
    <w:p w14:paraId="056C869D" w14:textId="77777777" w:rsidR="008F5F1E" w:rsidRPr="00256FA5" w:rsidRDefault="00652D57" w:rsidP="00652D57">
      <w:pPr>
        <w:pStyle w:val="Szvegtrzs"/>
        <w:tabs>
          <w:tab w:val="left" w:pos="2350"/>
        </w:tabs>
        <w:spacing w:line="276" w:lineRule="auto"/>
        <w:ind w:left="0"/>
      </w:pPr>
      <w:r>
        <w:rPr>
          <w:lang w:val="it-IT"/>
        </w:rPr>
        <w:tab/>
        <w:t>indirizzo di posta elettronica, identificativo per videochiamate.</w:t>
      </w:r>
    </w:p>
    <w:p w14:paraId="2F74EB22" w14:textId="77777777" w:rsidR="008F5F1E" w:rsidRPr="00256FA5" w:rsidRDefault="00004F3A" w:rsidP="00652D57">
      <w:pPr>
        <w:pStyle w:val="Szvegtrzs"/>
        <w:tabs>
          <w:tab w:val="left" w:pos="2350"/>
        </w:tabs>
        <w:spacing w:line="276" w:lineRule="auto"/>
        <w:ind w:left="2478" w:right="273" w:hanging="2252"/>
      </w:pPr>
      <w:r>
        <w:rPr>
          <w:u w:val="single"/>
          <w:lang w:val="it-IT"/>
        </w:rPr>
        <w:t>Base giuridica del trattamento:</w:t>
      </w:r>
      <w:r>
        <w:rPr>
          <w:lang w:val="it-IT"/>
        </w:rPr>
        <w:tab/>
        <w:t xml:space="preserve">- La Legge ungherese numero CXII dell’anno 2011 - sul diritto all’autodeterminazione informatica e sulla libertà di informazione, capitolo II, articolo 5, comma 1, lettera a) nonché l’articolo 3, punto 2. </w:t>
      </w:r>
    </w:p>
    <w:p w14:paraId="336D56BD" w14:textId="77777777" w:rsidR="008F5F1E" w:rsidRPr="00256FA5" w:rsidRDefault="00004F3A" w:rsidP="00652D57">
      <w:pPr>
        <w:pStyle w:val="Listaszerbekezds"/>
        <w:numPr>
          <w:ilvl w:val="0"/>
          <w:numId w:val="1"/>
        </w:numPr>
        <w:tabs>
          <w:tab w:val="left" w:pos="2469"/>
        </w:tabs>
        <w:spacing w:line="276" w:lineRule="auto"/>
        <w:ind w:left="2468" w:hanging="119"/>
        <w:rPr>
          <w:sz w:val="20"/>
        </w:rPr>
      </w:pPr>
      <w:r>
        <w:rPr>
          <w:sz w:val="20"/>
          <w:lang w:val="it-IT"/>
        </w:rPr>
        <w:t>La Legge ungherese numero CVII dell’anno 1995 sull'organizzazione penitenziaria, articolo 28/A.</w:t>
      </w:r>
    </w:p>
    <w:p w14:paraId="04A54CE8" w14:textId="77777777" w:rsidR="008F5F1E" w:rsidRPr="00256FA5" w:rsidRDefault="00004F3A" w:rsidP="0076594C">
      <w:pPr>
        <w:pStyle w:val="Szvegtrzs"/>
        <w:spacing w:line="276" w:lineRule="auto"/>
        <w:ind w:left="2410" w:hanging="2184"/>
      </w:pPr>
      <w:r>
        <w:rPr>
          <w:u w:val="single"/>
          <w:lang w:val="it-IT"/>
        </w:rPr>
        <w:t>Persone autorizzate al trattamento e all’elaborazione dei dati:</w:t>
      </w:r>
      <w:r>
        <w:rPr>
          <w:lang w:val="it-IT"/>
        </w:rPr>
        <w:t xml:space="preserve"> Le persone designate dal comandante dell’istituto penitenziario presso il quale la detenzione ha luogo.</w:t>
      </w:r>
    </w:p>
    <w:p w14:paraId="748A93ED" w14:textId="77777777" w:rsidR="0076594C" w:rsidRDefault="00004F3A" w:rsidP="0076594C">
      <w:pPr>
        <w:pStyle w:val="Szvegtrzs"/>
        <w:spacing w:line="276" w:lineRule="auto"/>
        <w:ind w:right="1024"/>
        <w:rPr>
          <w:lang w:val="it-IT"/>
        </w:rPr>
      </w:pPr>
      <w:r>
        <w:rPr>
          <w:u w:val="single"/>
          <w:lang w:val="it-IT"/>
        </w:rPr>
        <w:t>Durata del trattamento:</w:t>
      </w:r>
      <w:r>
        <w:rPr>
          <w:lang w:val="it-IT"/>
        </w:rPr>
        <w:t xml:space="preserve"> Il periodo che va dall'inizio della detenzione del detenuto fino alla scarcerazione.</w:t>
      </w:r>
    </w:p>
    <w:p w14:paraId="54841541" w14:textId="7B39D418" w:rsidR="008F5F1E" w:rsidRPr="00256FA5" w:rsidRDefault="00004F3A" w:rsidP="0076594C">
      <w:pPr>
        <w:pStyle w:val="Szvegtrzs"/>
        <w:spacing w:line="276" w:lineRule="auto"/>
        <w:ind w:right="1024"/>
      </w:pPr>
      <w:r>
        <w:rPr>
          <w:u w:val="single"/>
          <w:lang w:val="it-IT"/>
        </w:rPr>
        <w:t>Hanno accesso ai dati le seguenti persone:</w:t>
      </w:r>
    </w:p>
    <w:p w14:paraId="6A30488F" w14:textId="77777777" w:rsidR="008F5F1E" w:rsidRPr="00256FA5" w:rsidRDefault="00004F3A" w:rsidP="00652D57">
      <w:pPr>
        <w:pStyle w:val="Listaszerbekezds"/>
        <w:numPr>
          <w:ilvl w:val="0"/>
          <w:numId w:val="1"/>
        </w:numPr>
        <w:tabs>
          <w:tab w:val="left" w:pos="2474"/>
        </w:tabs>
        <w:spacing w:line="276" w:lineRule="auto"/>
        <w:ind w:left="2473" w:hanging="116"/>
        <w:rPr>
          <w:sz w:val="20"/>
        </w:rPr>
      </w:pPr>
      <w:r>
        <w:rPr>
          <w:sz w:val="20"/>
          <w:lang w:val="it-IT"/>
        </w:rPr>
        <w:t>il comandante e il vice comandante dell’istituto penitenziario in cui il detenuto sconta la pena,</w:t>
      </w:r>
    </w:p>
    <w:p w14:paraId="595C9002" w14:textId="77777777" w:rsidR="008F5F1E" w:rsidRPr="00256FA5" w:rsidRDefault="00004F3A" w:rsidP="00652D57">
      <w:pPr>
        <w:pStyle w:val="Listaszerbekezds"/>
        <w:numPr>
          <w:ilvl w:val="0"/>
          <w:numId w:val="1"/>
        </w:numPr>
        <w:tabs>
          <w:tab w:val="left" w:pos="2474"/>
        </w:tabs>
        <w:spacing w:line="276" w:lineRule="auto"/>
        <w:ind w:right="583" w:firstLine="0"/>
        <w:rPr>
          <w:sz w:val="20"/>
        </w:rPr>
      </w:pPr>
      <w:r>
        <w:rPr>
          <w:sz w:val="20"/>
          <w:lang w:val="it-IT"/>
        </w:rPr>
        <w:t>le persone che svolgono la preparazione, l'esecuzione e il controllo delle possibilità di contatto specificate nella legislazione vigente emanata per l'attuazione di sanzioni, misure, alcune misure coercitive e le pene detentive.</w:t>
      </w:r>
    </w:p>
    <w:p w14:paraId="4F0D7272" w14:textId="77777777" w:rsidR="008F5F1E" w:rsidRPr="00FB55C3" w:rsidRDefault="00004F3A" w:rsidP="00652D57">
      <w:pPr>
        <w:spacing w:line="276" w:lineRule="auto"/>
        <w:ind w:left="226"/>
        <w:rPr>
          <w:b/>
          <w:sz w:val="18"/>
        </w:rPr>
      </w:pPr>
      <w:r>
        <w:rPr>
          <w:b/>
          <w:bCs/>
          <w:sz w:val="18"/>
          <w:u w:val="single"/>
          <w:lang w:val="it-IT"/>
        </w:rPr>
        <w:t>Si richiama l’attenzione che i dati necessari per il contatto (nome, indirizzo, numero di telefono) saranno conosciuti e utilizzati dal/la detenuto/a. I campi contrassegnati con * sono obbligatori. In caso voglia tenersi in contatto con il/la detenuto/a anche per mezzo di corrispondenza elettronica oppure di videochiamate è tenuto/a a compilare anche il campo contrassegnato con #!</w:t>
      </w:r>
    </w:p>
    <w:p w14:paraId="51EC5176" w14:textId="77777777" w:rsidR="008F5F1E" w:rsidRPr="00256FA5" w:rsidRDefault="00004F3A" w:rsidP="0076594C">
      <w:pPr>
        <w:pStyle w:val="Szvegtrzs"/>
        <w:spacing w:line="276" w:lineRule="auto"/>
        <w:jc w:val="both"/>
      </w:pPr>
      <w:r>
        <w:rPr>
          <w:lang w:val="it-IT"/>
        </w:rPr>
        <w:t>Si informa la persona che è possibile richiedere la cancellazione o la correzione dei dati registrati in un qualsiasi momento durante il periodo di trattamento dei dati.</w:t>
      </w:r>
    </w:p>
    <w:p w14:paraId="71FDF1BB" w14:textId="77777777" w:rsidR="008F5F1E" w:rsidRPr="00256FA5" w:rsidRDefault="00004F3A" w:rsidP="0076594C">
      <w:pPr>
        <w:pStyle w:val="Szvegtrzs"/>
        <w:ind w:right="253"/>
        <w:jc w:val="both"/>
      </w:pPr>
      <w:r>
        <w:rPr>
          <w:lang w:val="it-IT"/>
        </w:rPr>
        <w:t xml:space="preserve">È possibile presentare reclamo, istanza per il trattamento non autorizzato dei dati alla Nemzeti Adatvédelmi és Információszabadság Hatóság [Autorità Nazionale per il Trattamento dei dati e la Libertà informativa]. È tenuto/a a comunicare all’istituto penitenziario per iscritto le modifiche dei dati personali così come il raggiungimento della maggiore età. Si richiama l’attenzione che il/la detenuto/a menzionato/a sopra può usufruire delle modalità di contatto (corrispondenza, chiamate telefoniche, ricezione del visitatore, invio di pacchi o di denaro) </w:t>
      </w:r>
      <w:r>
        <w:rPr>
          <w:b/>
          <w:bCs/>
          <w:lang w:val="it-IT"/>
        </w:rPr>
        <w:t>soltanto dopo che la dichiarazione da Lei firmata è stata restituita all’istituto penitenziario</w:t>
      </w:r>
      <w:r>
        <w:rPr>
          <w:lang w:val="it-IT"/>
        </w:rPr>
        <w:t xml:space="preserve">. Nel caso di persona di contatto </w:t>
      </w:r>
      <w:r>
        <w:rPr>
          <w:b/>
          <w:bCs/>
          <w:lang w:val="it-IT"/>
        </w:rPr>
        <w:t>di età inferiore ai sedici anni</w:t>
      </w:r>
      <w:r>
        <w:rPr>
          <w:lang w:val="it-IT"/>
        </w:rPr>
        <w:t xml:space="preserve">, è richiesta una dichiarazione scritta di consenso da parte del </w:t>
      </w:r>
      <w:r>
        <w:rPr>
          <w:b/>
          <w:bCs/>
          <w:lang w:val="it-IT"/>
        </w:rPr>
        <w:t>rappresentante legale</w:t>
      </w:r>
      <w:r>
        <w:rPr>
          <w:lang w:val="it-IT"/>
        </w:rPr>
        <w:t>. In mancanza di dichiarazione da Lei firmata, i Suoi dati non potranno essere registrati dall'istituto.</w:t>
      </w:r>
    </w:p>
    <w:p w14:paraId="362F9948" w14:textId="77777777" w:rsidR="008F5F1E" w:rsidRPr="00256FA5" w:rsidRDefault="006772BE" w:rsidP="00652D57">
      <w:pPr>
        <w:pStyle w:val="Szvegtrzs"/>
        <w:ind w:left="0"/>
        <w:rPr>
          <w:sz w:val="17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69F8DCC" wp14:editId="620FCFBB">
                <wp:simplePos x="0" y="0"/>
                <wp:positionH relativeFrom="page">
                  <wp:posOffset>288290</wp:posOffset>
                </wp:positionH>
                <wp:positionV relativeFrom="paragraph">
                  <wp:posOffset>153670</wp:posOffset>
                </wp:positionV>
                <wp:extent cx="6985000" cy="33909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00" cy="3390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4565FB" w14:textId="77777777" w:rsidR="00B63155" w:rsidRDefault="00B63155">
                            <w:pPr>
                              <w:spacing w:before="18"/>
                              <w:ind w:left="562" w:right="56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  <w:lang w:val="it-IT"/>
                              </w:rPr>
                              <w:t>Anche l'invio di pacchi è consentito soltanto a registrazione avvenuta!</w:t>
                            </w:r>
                          </w:p>
                          <w:p w14:paraId="096603E9" w14:textId="77777777" w:rsidR="00B63155" w:rsidRDefault="00B63155">
                            <w:pPr>
                              <w:ind w:left="562" w:right="56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lang w:val="it-IT"/>
                              </w:rPr>
                              <w:t xml:space="preserve">LE SPEDIZIONI INVIATE DA PERSONA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u w:val="single"/>
                                <w:lang w:val="it-IT"/>
                              </w:rPr>
                              <w:t>NON ANCORA REGISTRATA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lang w:val="it-IT"/>
                              </w:rPr>
                              <w:t xml:space="preserve"> NON SARANNO CONSEGNATE!!!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69F8D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.7pt;margin-top:12.1pt;width:550pt;height:26.7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" filled="f" strokeweight=".16936mm">
                <v:textbox inset="0,0,0,0">
                  <w:txbxContent>
                    <w:p w14:paraId="284565FB" w14:textId="77777777" w:rsidR="00B63155" w:rsidRDefault="00B63155">
                      <w:pPr>
                        <w:spacing w:before="18"/>
                        <w:ind w:left="562" w:right="563"/>
                        <w:jc w:val="center"/>
                        <w:rPr>
                          <w:b/>
                        </w:rPr>
                        <w:bidi w:val="0"/>
                      </w:pPr>
                      <w:r>
                        <w:rPr>
                          <w:lang w:val="it-it"/>
                          <w:b w:val="1"/>
                          <w:bCs w:val="1"/>
                          <w:i w:val="0"/>
                          <w:iCs w:val="0"/>
                          <w:u w:val="none"/>
                          <w:vertAlign w:val="baseline"/>
                          <w:rtl w:val="0"/>
                        </w:rPr>
                        <w:t xml:space="preserve">Anche l'invio di pacchi è consentito soltanto a registrazione avvenuta!</w:t>
                      </w:r>
                    </w:p>
                    <w:p w14:paraId="096603E9" w14:textId="77777777" w:rsidR="00B63155" w:rsidRDefault="00B63155">
                      <w:pPr>
                        <w:ind w:left="562" w:right="565"/>
                        <w:jc w:val="center"/>
                        <w:rPr>
                          <w:b/>
                          <w:sz w:val="20"/>
                        </w:rPr>
                        <w:bidi w:val="0"/>
                      </w:pPr>
                      <w:r>
                        <w:rPr>
                          <w:sz w:val="20"/>
                          <w:lang w:val="it-it"/>
                          <w:b w:val="1"/>
                          <w:bCs w:val="1"/>
                          <w:i w:val="0"/>
                          <w:iCs w:val="0"/>
                          <w:u w:val="none"/>
                          <w:vertAlign w:val="baseline"/>
                          <w:rtl w:val="0"/>
                        </w:rPr>
                        <w:t xml:space="preserve">LE SPEDIZIONI INVIATE DA PERSONA </w:t>
                      </w:r>
                      <w:r>
                        <w:rPr>
                          <w:sz w:val="20"/>
                          <w:lang w:val="it-it"/>
                          <w:b w:val="1"/>
                          <w:bCs w:val="1"/>
                          <w:i w:val="0"/>
                          <w:iCs w:val="0"/>
                          <w:u w:val="single"/>
                          <w:vertAlign w:val="baseline"/>
                          <w:rtl w:val="0"/>
                        </w:rPr>
                        <w:t xml:space="preserve">NON ANCORA REGISTRATA</w:t>
                      </w:r>
                      <w:r>
                        <w:rPr>
                          <w:sz w:val="20"/>
                          <w:lang w:val="it-it"/>
                          <w:b w:val="1"/>
                          <w:bCs w:val="1"/>
                          <w:i w:val="0"/>
                          <w:iCs w:val="0"/>
                          <w:u w:val="none"/>
                          <w:vertAlign w:val="baseline"/>
                          <w:rtl w:val="0"/>
                        </w:rPr>
                        <w:t xml:space="preserve"> NON SARANNO CONSEGNATE!!!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8F5F1E" w:rsidRPr="00256FA5" w:rsidSect="0076594C">
      <w:type w:val="continuous"/>
      <w:pgSz w:w="11910" w:h="16840"/>
      <w:pgMar w:top="0" w:right="340" w:bottom="280" w:left="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E0C96"/>
    <w:multiLevelType w:val="hybridMultilevel"/>
    <w:tmpl w:val="FC389432"/>
    <w:lvl w:ilvl="0" w:tplc="A7981312">
      <w:numFmt w:val="bullet"/>
      <w:lvlText w:val="-"/>
      <w:lvlJc w:val="left"/>
      <w:pPr>
        <w:ind w:left="2358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u-HU" w:eastAsia="en-US" w:bidi="ar-SA"/>
      </w:rPr>
    </w:lvl>
    <w:lvl w:ilvl="1" w:tplc="001C99F2">
      <w:numFmt w:val="bullet"/>
      <w:lvlText w:val="•"/>
      <w:lvlJc w:val="left"/>
      <w:pPr>
        <w:ind w:left="3246" w:hanging="118"/>
      </w:pPr>
      <w:rPr>
        <w:rFonts w:hint="default"/>
        <w:lang w:val="hu-HU" w:eastAsia="en-US" w:bidi="ar-SA"/>
      </w:rPr>
    </w:lvl>
    <w:lvl w:ilvl="2" w:tplc="4274B4F4">
      <w:numFmt w:val="bullet"/>
      <w:lvlText w:val="•"/>
      <w:lvlJc w:val="left"/>
      <w:pPr>
        <w:ind w:left="4133" w:hanging="118"/>
      </w:pPr>
      <w:rPr>
        <w:rFonts w:hint="default"/>
        <w:lang w:val="hu-HU" w:eastAsia="en-US" w:bidi="ar-SA"/>
      </w:rPr>
    </w:lvl>
    <w:lvl w:ilvl="3" w:tplc="723E4CFC">
      <w:numFmt w:val="bullet"/>
      <w:lvlText w:val="•"/>
      <w:lvlJc w:val="left"/>
      <w:pPr>
        <w:ind w:left="5019" w:hanging="118"/>
      </w:pPr>
      <w:rPr>
        <w:rFonts w:hint="default"/>
        <w:lang w:val="hu-HU" w:eastAsia="en-US" w:bidi="ar-SA"/>
      </w:rPr>
    </w:lvl>
    <w:lvl w:ilvl="4" w:tplc="E9585D76">
      <w:numFmt w:val="bullet"/>
      <w:lvlText w:val="•"/>
      <w:lvlJc w:val="left"/>
      <w:pPr>
        <w:ind w:left="5906" w:hanging="118"/>
      </w:pPr>
      <w:rPr>
        <w:rFonts w:hint="default"/>
        <w:lang w:val="hu-HU" w:eastAsia="en-US" w:bidi="ar-SA"/>
      </w:rPr>
    </w:lvl>
    <w:lvl w:ilvl="5" w:tplc="F4AAA47A">
      <w:numFmt w:val="bullet"/>
      <w:lvlText w:val="•"/>
      <w:lvlJc w:val="left"/>
      <w:pPr>
        <w:ind w:left="6793" w:hanging="118"/>
      </w:pPr>
      <w:rPr>
        <w:rFonts w:hint="default"/>
        <w:lang w:val="hu-HU" w:eastAsia="en-US" w:bidi="ar-SA"/>
      </w:rPr>
    </w:lvl>
    <w:lvl w:ilvl="6" w:tplc="4D506EC0">
      <w:numFmt w:val="bullet"/>
      <w:lvlText w:val="•"/>
      <w:lvlJc w:val="left"/>
      <w:pPr>
        <w:ind w:left="7679" w:hanging="118"/>
      </w:pPr>
      <w:rPr>
        <w:rFonts w:hint="default"/>
        <w:lang w:val="hu-HU" w:eastAsia="en-US" w:bidi="ar-SA"/>
      </w:rPr>
    </w:lvl>
    <w:lvl w:ilvl="7" w:tplc="1CFC5466">
      <w:numFmt w:val="bullet"/>
      <w:lvlText w:val="•"/>
      <w:lvlJc w:val="left"/>
      <w:pPr>
        <w:ind w:left="8566" w:hanging="118"/>
      </w:pPr>
      <w:rPr>
        <w:rFonts w:hint="default"/>
        <w:lang w:val="hu-HU" w:eastAsia="en-US" w:bidi="ar-SA"/>
      </w:rPr>
    </w:lvl>
    <w:lvl w:ilvl="8" w:tplc="56DA58C2">
      <w:numFmt w:val="bullet"/>
      <w:lvlText w:val="•"/>
      <w:lvlJc w:val="left"/>
      <w:pPr>
        <w:ind w:left="9453" w:hanging="118"/>
      </w:pPr>
      <w:rPr>
        <w:rFonts w:hint="default"/>
        <w:lang w:val="hu-H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F1E"/>
    <w:rsid w:val="00004F3A"/>
    <w:rsid w:val="000562FA"/>
    <w:rsid w:val="00092EEB"/>
    <w:rsid w:val="00113FCD"/>
    <w:rsid w:val="0011569C"/>
    <w:rsid w:val="00135161"/>
    <w:rsid w:val="001B6669"/>
    <w:rsid w:val="00222AF0"/>
    <w:rsid w:val="00256FA5"/>
    <w:rsid w:val="002A3D87"/>
    <w:rsid w:val="002C6F03"/>
    <w:rsid w:val="002F4F03"/>
    <w:rsid w:val="0033372D"/>
    <w:rsid w:val="003734EC"/>
    <w:rsid w:val="00383D74"/>
    <w:rsid w:val="00404A73"/>
    <w:rsid w:val="004D64DB"/>
    <w:rsid w:val="005416B2"/>
    <w:rsid w:val="005533A3"/>
    <w:rsid w:val="005E682E"/>
    <w:rsid w:val="00635828"/>
    <w:rsid w:val="00652D57"/>
    <w:rsid w:val="00675BCC"/>
    <w:rsid w:val="006772BE"/>
    <w:rsid w:val="006C7671"/>
    <w:rsid w:val="006C7F80"/>
    <w:rsid w:val="007241DF"/>
    <w:rsid w:val="0074201F"/>
    <w:rsid w:val="00753737"/>
    <w:rsid w:val="007600F8"/>
    <w:rsid w:val="0076594C"/>
    <w:rsid w:val="007842C0"/>
    <w:rsid w:val="007C5F72"/>
    <w:rsid w:val="007C5F79"/>
    <w:rsid w:val="0081098E"/>
    <w:rsid w:val="0087455F"/>
    <w:rsid w:val="00894EBA"/>
    <w:rsid w:val="008D6A25"/>
    <w:rsid w:val="008F5F1E"/>
    <w:rsid w:val="00936F41"/>
    <w:rsid w:val="0099763A"/>
    <w:rsid w:val="00A02B5B"/>
    <w:rsid w:val="00A1025C"/>
    <w:rsid w:val="00A32B04"/>
    <w:rsid w:val="00A35B48"/>
    <w:rsid w:val="00A60522"/>
    <w:rsid w:val="00A727F2"/>
    <w:rsid w:val="00AB087F"/>
    <w:rsid w:val="00B07738"/>
    <w:rsid w:val="00B63155"/>
    <w:rsid w:val="00B84938"/>
    <w:rsid w:val="00C53939"/>
    <w:rsid w:val="00D435C2"/>
    <w:rsid w:val="00D513B2"/>
    <w:rsid w:val="00D844EB"/>
    <w:rsid w:val="00DB1F21"/>
    <w:rsid w:val="00DC3188"/>
    <w:rsid w:val="00E71133"/>
    <w:rsid w:val="00EA5B1E"/>
    <w:rsid w:val="00EB5B27"/>
    <w:rsid w:val="00F407C1"/>
    <w:rsid w:val="00FB55C3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E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1"/>
    <w:qFormat/>
    <w:pPr>
      <w:spacing w:before="98"/>
      <w:ind w:left="745"/>
      <w:outlineLvl w:val="0"/>
    </w:pPr>
    <w:rPr>
      <w:b/>
      <w:bCs/>
      <w:sz w:val="28"/>
      <w:szCs w:val="28"/>
    </w:rPr>
  </w:style>
  <w:style w:type="paragraph" w:styleId="Cmsor2">
    <w:name w:val="heading 2"/>
    <w:basedOn w:val="Norml"/>
    <w:uiPriority w:val="1"/>
    <w:qFormat/>
    <w:pPr>
      <w:ind w:left="562" w:right="565"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226"/>
    </w:pPr>
    <w:rPr>
      <w:sz w:val="20"/>
      <w:szCs w:val="20"/>
    </w:rPr>
  </w:style>
  <w:style w:type="paragraph" w:styleId="Listaszerbekezds">
    <w:name w:val="List Paragraph"/>
    <w:basedOn w:val="Norml"/>
    <w:uiPriority w:val="1"/>
    <w:qFormat/>
    <w:pPr>
      <w:ind w:left="2358" w:hanging="119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59"/>
    <w:rsid w:val="007C5F72"/>
    <w:pPr>
      <w:widowControl/>
      <w:autoSpaceDE/>
      <w:autoSpaceDN/>
    </w:pPr>
    <w:rPr>
      <w:rFonts w:ascii="Times New Roman" w:hAnsi="Times New Roman" w:cstheme="minorHAnsi"/>
      <w:sz w:val="24"/>
      <w:lang w:val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D844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844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844EB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844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844EB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44E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44EB"/>
    <w:rPr>
      <w:rFonts w:ascii="Tahoma" w:eastAsia="Times New Roman" w:hAnsi="Tahoma" w:cs="Tahoma"/>
      <w:sz w:val="16"/>
      <w:szCs w:val="16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1"/>
    <w:qFormat/>
    <w:pPr>
      <w:spacing w:before="98"/>
      <w:ind w:left="745"/>
      <w:outlineLvl w:val="0"/>
    </w:pPr>
    <w:rPr>
      <w:b/>
      <w:bCs/>
      <w:sz w:val="28"/>
      <w:szCs w:val="28"/>
    </w:rPr>
  </w:style>
  <w:style w:type="paragraph" w:styleId="Cmsor2">
    <w:name w:val="heading 2"/>
    <w:basedOn w:val="Norml"/>
    <w:uiPriority w:val="1"/>
    <w:qFormat/>
    <w:pPr>
      <w:ind w:left="562" w:right="565"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226"/>
    </w:pPr>
    <w:rPr>
      <w:sz w:val="20"/>
      <w:szCs w:val="20"/>
    </w:rPr>
  </w:style>
  <w:style w:type="paragraph" w:styleId="Listaszerbekezds">
    <w:name w:val="List Paragraph"/>
    <w:basedOn w:val="Norml"/>
    <w:uiPriority w:val="1"/>
    <w:qFormat/>
    <w:pPr>
      <w:ind w:left="2358" w:hanging="119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59"/>
    <w:rsid w:val="007C5F72"/>
    <w:pPr>
      <w:widowControl/>
      <w:autoSpaceDE/>
      <w:autoSpaceDN/>
    </w:pPr>
    <w:rPr>
      <w:rFonts w:ascii="Times New Roman" w:hAnsi="Times New Roman" w:cstheme="minorHAnsi"/>
      <w:sz w:val="24"/>
      <w:lang w:val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D844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844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844EB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844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844EB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44E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44EB"/>
    <w:rPr>
      <w:rFonts w:ascii="Tahoma" w:eastAsia="Times New Roman" w:hAnsi="Tahoma" w:cs="Tahoma"/>
      <w:sz w:val="16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A8050C60</Template>
  <TotalTime>1</TotalTime>
  <Pages>1</Pages>
  <Words>681</Words>
  <Characters>4700</Characters>
  <Application>Microsoft Office Word</Application>
  <DocSecurity>4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matyus.zoltan</dc:creator>
  <cp:lastModifiedBy>varro.norbert</cp:lastModifiedBy>
  <cp:revision>2</cp:revision>
  <cp:lastPrinted>2025-04-28T12:52:00Z</cp:lastPrinted>
  <dcterms:created xsi:type="dcterms:W3CDTF">2025-08-28T12:26:00Z</dcterms:created>
  <dcterms:modified xsi:type="dcterms:W3CDTF">2025-08-28T12:26:00Z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2018-03-20T00:00:00Z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2020-03-19T00:00:00Z</vt:filetime>
  </property>
</Properties>
</file>